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3D3E45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2A05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3D3E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31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3D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D3E45" w:rsidRP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Европска  унија</w:t>
            </w:r>
            <w:r w:rsid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3D3E45" w:rsidRPr="003D3E4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Економски и  полтички  савез </w:t>
            </w:r>
            <w:r w:rsidR="00EE1A7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3D3E45" w:rsidRPr="003D3E4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27  европских  држава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3D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Упознати  ученике  са  основним  </w:t>
            </w:r>
            <w:r w:rsid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одлика  Европске  уније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нова знања о </w:t>
            </w:r>
            <w:r w:rsid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Европској  унији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3D3E45" w:rsidRPr="003D3E45" w:rsidRDefault="003D3E45" w:rsidP="003D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основна  начела  функционисања  ЕУ</w:t>
            </w:r>
          </w:p>
          <w:p w:rsidR="003D3E45" w:rsidRPr="003D3E45" w:rsidRDefault="003D3E45" w:rsidP="003D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-схвати  постојање  „четири  слободе“  унутар  ЕУ</w:t>
            </w:r>
          </w:p>
          <w:p w:rsidR="00D0461E" w:rsidRPr="005F7634" w:rsidRDefault="003D3E45" w:rsidP="003D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однос  Србије  и  ЕУ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3D3E45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 1.1.3. Препознаје и чита географ</w:t>
            </w:r>
            <w:r w:rsidR="003D3E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ске и допунске елементе карте Европе</w:t>
            </w:r>
          </w:p>
          <w:p w:rsidR="005F7634" w:rsidRDefault="003D3E45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ГЕ1.3.1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 основне  појмове  о  становништву</w:t>
            </w:r>
            <w:r w:rsidR="002A05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E2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насељима</w:t>
            </w:r>
            <w:r w:rsidR="002A05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E2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уочава њихов  просторни  распоред</w:t>
            </w:r>
          </w:p>
          <w:p w:rsidR="00DE206F" w:rsidRDefault="00DE206F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ГЕ1.3.2.Дефинише појам  привреде и  препознаје  привредне  делатности  и  привредне  гране</w:t>
            </w:r>
          </w:p>
          <w:p w:rsidR="00DE206F" w:rsidRPr="005F7634" w:rsidRDefault="00DE206F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 Именује  континенте и  препознаје  њихове  основне  природне  и  друштвене  одлике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ГЕ2.1.2. Одређује положај места</w:t>
            </w:r>
            <w:r w:rsidR="002A05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тачака на географској карти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</w:t>
            </w:r>
            <w:r w:rsidR="00DE2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Именује међународне  организације  у  свету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DE206F" w:rsidRDefault="005F7634" w:rsidP="00DE206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Анализира географску карту и доноси закључке о </w:t>
            </w:r>
            <w:r w:rsidR="00DE20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географсим  одлика</w:t>
            </w:r>
            <w:r w:rsidR="002A0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</w:t>
            </w:r>
            <w:r w:rsidR="00DE20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простора  Европске уније</w:t>
            </w:r>
          </w:p>
          <w:p w:rsidR="00664F16" w:rsidRPr="005F7634" w:rsidRDefault="005F7634" w:rsidP="00DE206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</w:t>
            </w:r>
            <w:r w:rsidR="00DE20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Е3.4.2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Објашњава географске везе и законитости   у  Европи</w:t>
            </w:r>
            <w:r w:rsidR="00DE20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 уме  да  издвоји географске  регије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Европе,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2A051A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 </w:t>
            </w:r>
            <w:r w:rsidR="00DE2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DE2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зговору  са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ученицима  обнављамо усвојено з</w:t>
            </w:r>
            <w:r w:rsidR="00DE2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DE2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  о   интеграционим  процесима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E2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свету (6.  разред)</w:t>
            </w:r>
            <w:r w:rsidR="00EF3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.Питамо  ученике  да 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3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  им  је  познато како  изгледа  застава  ЕУ.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545C96" w:rsidRDefault="00DE206F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Објашњавамо  поја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Европске  уније.Истиче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простор  који обухвата  и  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жимо  од ученика  да  на  основу  карте    у  уџбенику,  стр. 79.  наведу  државе  чланице.И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тичемо да  се  у  ЕУ  користи  24  језика  а  да  су  званични  енглески  и француски.</w:t>
            </w:r>
            <w:r w:rsidR="00EF3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Објашњавамо место  и  улогу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коју </w:t>
            </w:r>
            <w:r w:rsidR="00EF30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има  Европски савет.Истичемо  «четири  слободе» на  којима  почива  јединствено  унутрашње  тржиште.Објашњавамо појам  Шенгенске  зоне.Истичемо  значај Еврозоне и  употребу  заједничке валуте-евра.Наглашавамо  да  ЕУ  има  заједничку  спољну  политику.Посебно објашњавамо  процес  приступања  ЕУ,  добијање  стаутса  кандидата,  али  и могућност  напуштања (пример  В.  Британије,  2020.)Говоримо  о  односу  Србије  и  ЕУ и  шта је  све  потребно  да  би  она  приступила ЕУ.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A451DF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Ученицима дајемо  задатак  да  до  следећег  часа  прикупе  што  више  илустративног материјала  о  регијама  Европе.То могу  бити  фотографије,  цртежи, схеме,  планови и  сл.Одређени  ученици  добијају  задатак  да  припреме  цртеже  или  фотографије  застава  европских  земаља.</w:t>
            </w:r>
            <w:r w:rsidR="003A25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Саопштити  ученицима да  ради  самопровере усвојености  знања  о  Европи  ураде тест  од  12  питања  на  стр.  189.  у  уџбенику.</w:t>
            </w:r>
            <w:bookmarkStart w:id="0" w:name="_GoBack"/>
            <w:bookmarkEnd w:id="0"/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606767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EE1A7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ЕВРОПСКА  УНИЈА</w:t>
            </w:r>
          </w:p>
          <w:p w:rsidR="00EE1A7D" w:rsidRPr="00EE1A7D" w:rsidRDefault="00EE1A7D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</w:t>
            </w:r>
            <w:r w:rsidRPr="00EE1A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ЕКОНОМСКИ И ПОЛИТИЧКИ САВЕЗ  27  ЕВРОПСКИХ  ДРЖАВА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ЕУ---од Средоземног мора  до  Северног  леденог  океана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од  Атлантског океана  до  Црног  мора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-27  земаља  чланица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-477  милиона  ст.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-ЕУ---економска  сила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-24  службена језика---енглески и  француски—званични  језици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-Европски  савет—Брисел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-«четири  слободе»---слободно  кретањ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робе, услуга,  новца  и  људи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-Шенгенска  зона  1985.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-Еврозона—валута  евро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-заједничка  спољна  политика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-улагање  у  развој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-статус  кандидата</w:t>
            </w:r>
          </w:p>
          <w:p w:rsid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-напуштање  ЕУ---В.  Британија  2020.</w:t>
            </w:r>
          </w:p>
          <w:p w:rsidR="00EE1A7D" w:rsidRPr="00EE1A7D" w:rsidRDefault="00EE1A7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-Србија  и  ЕУ---35  поглавља</w:t>
            </w:r>
            <w:r w:rsidR="003C2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2A051A"/>
    <w:rsid w:val="003321C2"/>
    <w:rsid w:val="00391413"/>
    <w:rsid w:val="003A2543"/>
    <w:rsid w:val="003C291C"/>
    <w:rsid w:val="003D3E45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1DF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206F"/>
    <w:rsid w:val="00DE65D7"/>
    <w:rsid w:val="00E3469D"/>
    <w:rsid w:val="00E4334D"/>
    <w:rsid w:val="00EE1A7D"/>
    <w:rsid w:val="00EF303E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1945C-FFEB-4BE3-B7CA-6CC6AA8C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8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5</cp:revision>
  <dcterms:created xsi:type="dcterms:W3CDTF">2020-07-03T20:23:00Z</dcterms:created>
  <dcterms:modified xsi:type="dcterms:W3CDTF">2020-07-06T15:35:00Z</dcterms:modified>
</cp:coreProperties>
</file>